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005A9053" w:rsidR="007479E1" w:rsidRPr="00404764" w:rsidRDefault="007479E1" w:rsidP="007479E1">
      <w:pPr>
        <w:spacing w:after="0"/>
        <w:rPr>
          <w:noProof/>
          <w:sz w:val="20"/>
          <w:szCs w:val="20"/>
        </w:rPr>
      </w:pPr>
      <w:r w:rsidRPr="00404764">
        <w:rPr>
          <w:noProof/>
          <w:sz w:val="20"/>
          <w:szCs w:val="20"/>
        </w:rPr>
        <w:t xml:space="preserve">č. j.: </w:t>
      </w:r>
      <w:r w:rsidR="0097493C" w:rsidRPr="0097493C">
        <w:rPr>
          <w:noProof/>
          <w:sz w:val="20"/>
          <w:szCs w:val="20"/>
        </w:rPr>
        <w:t>[●]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404764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404764" w:rsidRDefault="007479E1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prací </w:t>
            </w:r>
            <w:r w:rsidRPr="00404764">
              <w:rPr>
                <w:noProof/>
                <w:szCs w:val="20"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Datum dokončení díla </w:t>
            </w:r>
            <w:r w:rsidRPr="00404764">
              <w:rPr>
                <w:noProof/>
                <w:szCs w:val="20"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7479E1" w:rsidRPr="00404764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404764" w:rsidRDefault="00AC4146" w:rsidP="00F0533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Konečná cena díla celkem v</w:t>
            </w:r>
            <w:r w:rsidR="002D0272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2D0272" w:rsidRPr="00404764">
              <w:rPr>
                <w:b/>
                <w:noProof/>
                <w:szCs w:val="20"/>
              </w:rPr>
              <w:t xml:space="preserve"> bez DPH</w:t>
            </w:r>
            <w:r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404764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38872C9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404764" w:rsidRDefault="00AC4146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díla</w:t>
            </w:r>
            <w:r w:rsidR="00153E75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64708DF4" w14:textId="3FB21AB5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[název dle SOD, sídlo, IČO]</w:t>
            </w:r>
          </w:p>
        </w:tc>
      </w:tr>
      <w:tr w:rsidR="007479E1" w:rsidRPr="00404764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404764" w:rsidRDefault="00153E75" w:rsidP="00153E75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15423C9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5B0C37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592E6B08" w14:textId="457182D3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64CCF4BC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  <w:tr w:rsidR="007479E1" w:rsidRPr="00404764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404764" w:rsidRDefault="004C037A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4264" w:type="dxa"/>
          </w:tcPr>
          <w:p w14:paraId="348DA6AA" w14:textId="195085F4" w:rsidR="004C037A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  <w:p w14:paraId="393F92E9" w14:textId="77777777" w:rsidR="007479E1" w:rsidRPr="00404764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vanish/>
                <w:szCs w:val="20"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Pr="00404764" w:rsidRDefault="007479E1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:rsidRPr="00404764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404764" w:rsidRDefault="00AC4146" w:rsidP="007D7EE3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404764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poddodávky</w:t>
            </w:r>
          </w:p>
        </w:tc>
      </w:tr>
      <w:tr w:rsidR="00AC4146" w:rsidRPr="00404764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158ED68C" w14:textId="328F6E38" w:rsidR="004C037A" w:rsidRPr="00404764" w:rsidRDefault="00374EB1" w:rsidP="007479E1">
            <w:pPr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[obchodní firma, sídlo a IČO]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(obchodní firma, sídlo a IČO)</w:t>
            </w:r>
          </w:p>
        </w:tc>
        <w:tc>
          <w:tcPr>
            <w:tcW w:w="2835" w:type="dxa"/>
          </w:tcPr>
          <w:p w14:paraId="02C95FD9" w14:textId="14652282" w:rsidR="004C037A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[označení dle čísel a názvů jednotlivých SO a PS, připadně jiným způsobem, nelze-li označit dle SO a PS např. popis vykonaných činností nebo dodávek]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6BFAE40C" w14:textId="76B4BB79" w:rsidR="007D7EE3" w:rsidRPr="00404764" w:rsidRDefault="00374EB1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  <w:szCs w:val="20"/>
              </w:rPr>
            </w:pPr>
            <w:r w:rsidRPr="00404764">
              <w:rPr>
                <w:noProof/>
                <w:szCs w:val="20"/>
              </w:rPr>
              <w:t>[v % ze smluvní ceny díla a v konkrétní částka v Kč bez DPH]</w:t>
            </w:r>
            <w:r w:rsidR="008A78C3" w:rsidRPr="00404764">
              <w:rPr>
                <w:noProof/>
                <w:vanish/>
                <w:szCs w:val="20"/>
              </w:rPr>
              <w:t xml:space="preserve"> </w:t>
            </w:r>
            <w:r w:rsidR="007D7EE3" w:rsidRPr="00404764">
              <w:rPr>
                <w:noProof/>
                <w:vanish/>
                <w:szCs w:val="20"/>
              </w:rPr>
              <w:t>(v % ze smluvní ceny díla a v konkrétní částka v Kč bez DPH)</w:t>
            </w:r>
          </w:p>
        </w:tc>
      </w:tr>
      <w:tr w:rsidR="00AC4146" w:rsidRPr="00404764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51775C9D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6B28CD79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C4146" w:rsidRPr="00404764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404764" w:rsidRDefault="00AC4146" w:rsidP="007479E1">
            <w:pPr>
              <w:rPr>
                <w:noProof/>
                <w:szCs w:val="20"/>
              </w:rPr>
            </w:pPr>
          </w:p>
        </w:tc>
        <w:tc>
          <w:tcPr>
            <w:tcW w:w="2835" w:type="dxa"/>
          </w:tcPr>
          <w:p w14:paraId="45107D57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890" w:type="dxa"/>
          </w:tcPr>
          <w:p w14:paraId="24A5404F" w14:textId="77777777" w:rsidR="00AC4146" w:rsidRPr="00404764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12593FEB" w14:textId="77777777" w:rsidR="00AC4146" w:rsidRPr="00404764" w:rsidRDefault="00AC4146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404764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404764" w:rsidRDefault="00AC4146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Rozsah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2842BDC" w14:textId="6A8B1632" w:rsidR="007479E1" w:rsidRPr="00404764" w:rsidRDefault="00374EB1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[dle předmětu díla/ předmětu plnění VZ]</w:t>
            </w:r>
          </w:p>
        </w:tc>
      </w:tr>
      <w:tr w:rsidR="007479E1" w:rsidRPr="00404764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404764" w:rsidRDefault="00AC4146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Charakter prací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3C58DE5E" w14:textId="77777777" w:rsidR="007479E1" w:rsidRPr="00404764" w:rsidRDefault="007479E1" w:rsidP="004C037A">
            <w:pPr>
              <w:rPr>
                <w:b/>
                <w:noProof/>
                <w:szCs w:val="20"/>
              </w:rPr>
            </w:pPr>
          </w:p>
        </w:tc>
        <w:tc>
          <w:tcPr>
            <w:tcW w:w="4264" w:type="dxa"/>
          </w:tcPr>
          <w:p w14:paraId="3857802F" w14:textId="1200394C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[oprava/údržba/modernizace/rekonstrukce/novostavba]</w:t>
            </w:r>
          </w:p>
        </w:tc>
      </w:tr>
      <w:tr w:rsidR="007479E1" w:rsidRPr="00404764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404764" w:rsidRDefault="001D4402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Délka traťového úseku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18D8A68A" w14:textId="1A5FC93A" w:rsidR="007479E1" w:rsidRPr="00404764" w:rsidRDefault="00374EB1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374EB1">
              <w:rPr>
                <w:noProof/>
                <w:szCs w:val="20"/>
              </w:rPr>
              <w:t xml:space="preserve"> </w:t>
            </w:r>
            <w:r w:rsidR="00D928DB" w:rsidRPr="00404764">
              <w:rPr>
                <w:noProof/>
                <w:szCs w:val="20"/>
              </w:rPr>
              <w:t>[v km, uvést jen případě, že je to relevantní vzhledem k předmětu VZ]</w:t>
            </w:r>
          </w:p>
        </w:tc>
      </w:tr>
      <w:tr w:rsidR="007479E1" w:rsidRPr="00404764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404764" w:rsidRDefault="00835CCE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trati:</w:t>
            </w:r>
          </w:p>
        </w:tc>
        <w:tc>
          <w:tcPr>
            <w:tcW w:w="4264" w:type="dxa"/>
          </w:tcPr>
          <w:p w14:paraId="7618D101" w14:textId="7F27D4F6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[jednokolejné/vícekolejné, uvést jen případě, že je to relevantní vzhledem k předmětu VZ]</w:t>
            </w:r>
          </w:p>
        </w:tc>
      </w:tr>
      <w:tr w:rsidR="007479E1" w:rsidRPr="00404764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3B93ABD" w14:textId="3C2D2CB3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[elektrifikované/neelektrifikované, uvést jen případě, že je to relevantní vzhledem k předmětu VZ]</w:t>
            </w:r>
          </w:p>
        </w:tc>
      </w:tr>
      <w:tr w:rsidR="007479E1" w:rsidRPr="00404764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404764" w:rsidRDefault="001D4402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Dílo probíhalo na trati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40D58F1E" w14:textId="7664F8B5" w:rsidR="007479E1" w:rsidRPr="00404764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[širé (mezistaniční úsek/ve stanici, uvést jen případě, že je to relevantní vzhledem k předmětu VZ]</w:t>
            </w:r>
          </w:p>
        </w:tc>
      </w:tr>
      <w:tr w:rsidR="007479E1" w:rsidRPr="00404764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1647273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1D4402" w:rsidRPr="00404764">
              <w:rPr>
                <w:b/>
                <w:noProof/>
                <w:szCs w:val="20"/>
              </w:rPr>
              <w:t>aly práce na železničním svršku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594A59E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74C67E0C" w14:textId="77777777" w:rsidR="008E2634" w:rsidRDefault="008E2634" w:rsidP="001D4402">
            <w:pPr>
              <w:rPr>
                <w:b/>
                <w:noProof/>
                <w:szCs w:val="20"/>
              </w:rPr>
            </w:pPr>
          </w:p>
          <w:p w14:paraId="4872B010" w14:textId="5A56288B" w:rsidR="008E2634" w:rsidRPr="00404764" w:rsidRDefault="008E2634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03032BED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úseku, v případě železniční stanice počet výhybek]</w:t>
            </w:r>
          </w:p>
          <w:p w14:paraId="72D92EF9" w14:textId="56FE79E1" w:rsidR="002D4A27" w:rsidRPr="00404764" w:rsidRDefault="002D4A27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4CC271A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638571" w14:textId="77777777" w:rsidR="007E7B81" w:rsidRDefault="007E7B81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 xml:space="preserve">Stavební práce </w:t>
            </w:r>
            <w:r w:rsidR="008E3DB5" w:rsidRPr="00404764">
              <w:rPr>
                <w:b/>
                <w:noProof/>
                <w:szCs w:val="20"/>
              </w:rPr>
              <w:t xml:space="preserve">zahrnovaly práce </w:t>
            </w:r>
            <w:r w:rsidRPr="00404764">
              <w:rPr>
                <w:b/>
                <w:noProof/>
                <w:szCs w:val="20"/>
              </w:rPr>
              <w:t>na výhybkách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42E2975" w14:textId="768778D0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2B79D586" w14:textId="77777777" w:rsidR="007E7B8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počet výhybek]</w:t>
            </w:r>
          </w:p>
          <w:p w14:paraId="59F951C2" w14:textId="2B2566C2" w:rsidR="005E0D8E" w:rsidRPr="00404764" w:rsidRDefault="005E0D8E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</w:t>
            </w:r>
            <w:r w:rsidR="004265C0">
              <w:rPr>
                <w:bCs/>
              </w:rPr>
              <w:t xml:space="preserve"> a počet výhybek</w:t>
            </w:r>
            <w:r>
              <w:rPr>
                <w:bCs/>
              </w:rPr>
              <w:t xml:space="preserve">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16B51" w14:textId="77777777" w:rsidR="007479E1" w:rsidRDefault="006E2AA4" w:rsidP="001D4402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</w:t>
            </w:r>
            <w:r w:rsidR="00835CCE" w:rsidRPr="00404764">
              <w:rPr>
                <w:b/>
                <w:noProof/>
                <w:szCs w:val="20"/>
              </w:rPr>
              <w:t>aly práce na železničním spodku:</w:t>
            </w:r>
          </w:p>
          <w:p w14:paraId="4AA8890E" w14:textId="21788CD2" w:rsidR="00A758CB" w:rsidRPr="00404764" w:rsidRDefault="00A758CB" w:rsidP="001D4402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3961B71" w14:textId="77777777" w:rsidR="007479E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délku]</w:t>
            </w:r>
          </w:p>
          <w:p w14:paraId="3E9EAFE8" w14:textId="0C32827D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479E1" w:rsidRPr="00404764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CABCEC1" w14:textId="77777777" w:rsidR="007479E1" w:rsidRDefault="00040DA0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</w:t>
            </w:r>
            <w:r w:rsidR="00835CCE" w:rsidRPr="00404764">
              <w:rPr>
                <w:b/>
                <w:noProof/>
                <w:szCs w:val="20"/>
              </w:rPr>
              <w:t xml:space="preserve"> na </w:t>
            </w:r>
            <w:r w:rsidR="007E7B81" w:rsidRPr="00404764">
              <w:rPr>
                <w:b/>
                <w:noProof/>
                <w:szCs w:val="20"/>
              </w:rPr>
              <w:t>masivních mostních objektech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  <w:p w14:paraId="7109AFC4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28AE1E3D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71A1ACA7" w14:textId="1917C373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B408DFC" w14:textId="77777777" w:rsidR="007479E1" w:rsidRDefault="00D928DB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62697588" w14:textId="004CCB57" w:rsidR="00FD3923" w:rsidRPr="00404764" w:rsidRDefault="00FD3923" w:rsidP="000836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7E7B81" w:rsidRPr="00404764" w14:paraId="6CE7649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AB6FEAA" w14:textId="77777777" w:rsidR="007E7B81" w:rsidRDefault="007E7B81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mostních objektech s ocelovou nosnou konstrukcí</w:t>
            </w:r>
            <w:r w:rsidR="008E3DB5" w:rsidRPr="00404764">
              <w:rPr>
                <w:b/>
                <w:noProof/>
                <w:szCs w:val="20"/>
              </w:rPr>
              <w:t>:</w:t>
            </w:r>
          </w:p>
          <w:p w14:paraId="680FC1D8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3FB4859F" w14:textId="67E12F3F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58EC2A0" w14:textId="77777777" w:rsidR="007E7B81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mostního objektu/mostních objektů, případně jinou specifikaci]</w:t>
            </w:r>
          </w:p>
          <w:p w14:paraId="0B76F025" w14:textId="0FCBEAC2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486807">
              <w:rPr>
                <w:bCs/>
              </w:rPr>
              <w:t>]</w:t>
            </w:r>
          </w:p>
        </w:tc>
      </w:tr>
      <w:tr w:rsidR="008E3DB5" w:rsidRPr="00404764" w14:paraId="27FB103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C6D223" w14:textId="77777777" w:rsidR="008E3DB5" w:rsidRDefault="008E3DB5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tunelech:</w:t>
            </w:r>
          </w:p>
          <w:p w14:paraId="1037EF16" w14:textId="60FC722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3411E267" w14:textId="77777777" w:rsidR="008E3DB5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délku tunelu]</w:t>
            </w:r>
          </w:p>
          <w:p w14:paraId="4CDBD159" w14:textId="073A7645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7B3B74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D04DD65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zabezpečovacím zařízení:</w:t>
            </w:r>
          </w:p>
          <w:p w14:paraId="004967C4" w14:textId="49A86F01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5EB1631A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délku traťového úseku]</w:t>
            </w:r>
          </w:p>
          <w:p w14:paraId="1B1E7A03" w14:textId="4D6099DA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59A0EC5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00738D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  <w:p w14:paraId="2D52C77F" w14:textId="7B0DA9F7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lastRenderedPageBreak/>
              <w:t>Společníci podílející se na realizaci:</w:t>
            </w:r>
          </w:p>
        </w:tc>
        <w:tc>
          <w:tcPr>
            <w:tcW w:w="4264" w:type="dxa"/>
          </w:tcPr>
          <w:p w14:paraId="292172FD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lastRenderedPageBreak/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5BBC15E5" w14:textId="39D2EA2E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lastRenderedPageBreak/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2484EDA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AD389BF" w14:textId="77777777" w:rsidR="00921E6B" w:rsidRDefault="00921E6B" w:rsidP="007E7B8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Stavební práce zahrnovaly práce na energetickém a elektrotechnickém zařízení:</w:t>
            </w:r>
          </w:p>
          <w:p w14:paraId="20A5BAFC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078EDBE2" w14:textId="77777777" w:rsidR="00A758CB" w:rsidRDefault="00A758CB" w:rsidP="007E7B81">
            <w:pPr>
              <w:rPr>
                <w:b/>
                <w:noProof/>
                <w:szCs w:val="20"/>
              </w:rPr>
            </w:pPr>
          </w:p>
          <w:p w14:paraId="50F838BB" w14:textId="15A72F65" w:rsidR="00A758CB" w:rsidRPr="00404764" w:rsidRDefault="00A758CB" w:rsidP="007E7B81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15D6BCD2" w14:textId="77777777" w:rsidR="00921E6B" w:rsidRDefault="00D928D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[ANO/NE, v případě ANO uvést hodnotu v Kč bez DPH, délku traťového úseku a zda se jednalo o silnoproudé zařízení, trakční vedení, případně jiné zařízení - specifikaci]</w:t>
            </w:r>
          </w:p>
          <w:p w14:paraId="5DA52B8F" w14:textId="0A5DDB2E" w:rsidR="00FD3923" w:rsidRPr="00404764" w:rsidRDefault="00FD3923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921E6B" w:rsidRPr="00404764" w14:paraId="4DDBA8D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5CD4174" w14:textId="77777777" w:rsidR="00921E6B" w:rsidRDefault="00921E6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  <w:p w14:paraId="27103CAD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359D0CDA" w14:textId="77777777" w:rsidR="00A758CB" w:rsidRDefault="00A758CB">
            <w:pPr>
              <w:rPr>
                <w:b/>
                <w:noProof/>
                <w:szCs w:val="20"/>
              </w:rPr>
            </w:pPr>
          </w:p>
          <w:p w14:paraId="63E02AFE" w14:textId="0D963B60" w:rsidR="00A758CB" w:rsidRPr="00404764" w:rsidRDefault="00A758C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656E480F" w14:textId="77777777" w:rsidR="00921E6B" w:rsidRDefault="00D928DB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 a typ objektu - budova osobního nádraží, technologická budova, stavba s památkovou ochranou apod.]</w:t>
            </w:r>
          </w:p>
          <w:p w14:paraId="29DE3D1F" w14:textId="2B361454" w:rsidR="00FD3923" w:rsidRPr="00404764" w:rsidRDefault="00FD3923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  <w:tr w:rsidR="00FF2CFB" w:rsidRPr="00404764" w14:paraId="2E270E83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9B9CD66" w14:textId="77777777" w:rsidR="00FF2CFB" w:rsidRDefault="00FF2CFB" w:rsidP="00FF2CFB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  <w:p w14:paraId="54399BE0" w14:textId="4494D9CB" w:rsidR="00F447C7" w:rsidRPr="00404764" w:rsidRDefault="00F447C7" w:rsidP="00FF2CFB">
            <w:pPr>
              <w:rPr>
                <w:b/>
                <w:noProof/>
                <w:szCs w:val="20"/>
              </w:rPr>
            </w:pPr>
            <w:r>
              <w:rPr>
                <w:b/>
                <w:bCs/>
              </w:rPr>
              <w:t>Společníci podílející se na realizaci:</w:t>
            </w:r>
          </w:p>
        </w:tc>
        <w:tc>
          <w:tcPr>
            <w:tcW w:w="4264" w:type="dxa"/>
          </w:tcPr>
          <w:p w14:paraId="47D62FDD" w14:textId="77777777" w:rsidR="00FF2CFB" w:rsidRDefault="00D928DB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hodnotu v Kč bez DPH]</w:t>
            </w:r>
          </w:p>
          <w:p w14:paraId="411DC54E" w14:textId="3BDDB304" w:rsidR="00FD3923" w:rsidRPr="00404764" w:rsidRDefault="00FD3923" w:rsidP="00FF2C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>
              <w:rPr>
                <w:bCs/>
              </w:rPr>
              <w:t>[obchodní firma, finanční hodnota prací v Kč bez DPH viz pozn. č. 4</w:t>
            </w:r>
            <w:r w:rsidR="00F85001">
              <w:rPr>
                <w:bCs/>
              </w:rPr>
              <w:t>]</w:t>
            </w:r>
          </w:p>
        </w:tc>
      </w:tr>
    </w:tbl>
    <w:p w14:paraId="4A091CC7" w14:textId="32F65849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AE7A9E" w:rsidRPr="00404764" w14:paraId="5F0E9284" w14:textId="77777777" w:rsidTr="009204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B8E05ED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SOD obsahovala vyhrazené plnění realizované vlastní kapacitou:</w:t>
            </w:r>
          </w:p>
        </w:tc>
        <w:tc>
          <w:tcPr>
            <w:tcW w:w="4264" w:type="dxa"/>
          </w:tcPr>
          <w:p w14:paraId="3286238C" w14:textId="3EB7297F" w:rsidR="00AE7A9E" w:rsidRPr="00404764" w:rsidRDefault="00D928DB" w:rsidP="00D928D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[ANO/NE, v případě ANO uvést níže uvedené podrobnosti]</w:t>
            </w:r>
          </w:p>
        </w:tc>
      </w:tr>
      <w:tr w:rsidR="00AE7A9E" w:rsidRPr="00404764" w14:paraId="4343508C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D17B7EE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21F80778" w14:textId="1D5D7B5D" w:rsidR="00AE7A9E" w:rsidRPr="00404764" w:rsidRDefault="00D928DB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 w:rsidDel="00D928DB">
              <w:rPr>
                <w:noProof/>
                <w:szCs w:val="20"/>
              </w:rPr>
              <w:t xml:space="preserve"> </w:t>
            </w:r>
            <w:r w:rsidRPr="00404764">
              <w:rPr>
                <w:noProof/>
                <w:szCs w:val="20"/>
              </w:rPr>
              <w:t>[označení dle čísel a názvů jednotlivých PS a SO]</w:t>
            </w:r>
          </w:p>
        </w:tc>
      </w:tr>
      <w:tr w:rsidR="00AE7A9E" w:rsidRPr="00404764" w14:paraId="3E1F6AC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75EF6B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2F6E8635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AE7A9E" w:rsidRPr="00404764" w14:paraId="1C3D8258" w14:textId="77777777" w:rsidTr="00920440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505817" w14:textId="77777777" w:rsidR="00AE7A9E" w:rsidRPr="00404764" w:rsidRDefault="00AE7A9E" w:rsidP="00920440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63505799" w14:textId="77777777" w:rsidR="00AE7A9E" w:rsidRPr="00404764" w:rsidRDefault="00AE7A9E" w:rsidP="0092044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43143738" w14:textId="0AC96781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p w14:paraId="6B947DE7" w14:textId="77777777" w:rsidR="00AE7A9E" w:rsidRPr="00404764" w:rsidRDefault="00AE7A9E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:rsidRPr="00404764" w14:paraId="1DCBF0E0" w14:textId="77777777" w:rsidTr="00D928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404764" w:rsidRDefault="00040DA0" w:rsidP="007479E1">
            <w:pPr>
              <w:rPr>
                <w:noProof/>
                <w:szCs w:val="20"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404764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404764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prováděných prací v Kč bez DPH</w:t>
            </w:r>
          </w:p>
        </w:tc>
      </w:tr>
      <w:tr w:rsidR="00040DA0" w:rsidRPr="00404764" w14:paraId="3F620147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2CBBE58C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745811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7B7DB42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0A516BEE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04A007A1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470F81ED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404764" w:rsidRDefault="00835CCE" w:rsidP="00835CCE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  <w:tc>
          <w:tcPr>
            <w:tcW w:w="2901" w:type="dxa"/>
          </w:tcPr>
          <w:p w14:paraId="301C41A7" w14:textId="77777777" w:rsidR="00040DA0" w:rsidRPr="00404764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2044BB1B" w14:textId="77777777" w:rsidTr="00D928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404764" w:rsidRDefault="00040DA0" w:rsidP="007479E1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Celkem v</w:t>
            </w:r>
            <w:r w:rsidR="00AF02D9" w:rsidRPr="00404764">
              <w:rPr>
                <w:b/>
                <w:noProof/>
                <w:szCs w:val="20"/>
              </w:rPr>
              <w:t> </w:t>
            </w:r>
            <w:r w:rsidRPr="00404764">
              <w:rPr>
                <w:b/>
                <w:noProof/>
                <w:szCs w:val="20"/>
              </w:rPr>
              <w:t>Kč</w:t>
            </w:r>
            <w:r w:rsidR="00AF02D9" w:rsidRPr="00404764">
              <w:rPr>
                <w:b/>
                <w:noProof/>
                <w:szCs w:val="20"/>
              </w:rPr>
              <w:t xml:space="preserve"> bez DPH</w:t>
            </w:r>
            <w:r w:rsidR="00835CCE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404764" w:rsidRDefault="007A440A" w:rsidP="0068425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0" w:name="Text10"/>
            <w:r w:rsidRPr="00404764">
              <w:rPr>
                <w:b/>
                <w:noProof/>
                <w:szCs w:val="20"/>
              </w:rPr>
              <w:instrText xml:space="preserve"> FORMTEXT </w:instrText>
            </w:r>
            <w:r w:rsidRPr="00404764">
              <w:rPr>
                <w:b/>
                <w:noProof/>
                <w:szCs w:val="20"/>
              </w:rPr>
            </w:r>
            <w:r w:rsidRPr="00404764">
              <w:rPr>
                <w:b/>
                <w:noProof/>
                <w:szCs w:val="20"/>
              </w:rPr>
              <w:fldChar w:fldCharType="separate"/>
            </w:r>
            <w:r w:rsidRPr="00404764">
              <w:rPr>
                <w:b/>
                <w:noProof/>
                <w:szCs w:val="20"/>
              </w:rPr>
              <w:t>xxx</w:t>
            </w:r>
            <w:r w:rsidRPr="00404764">
              <w:rPr>
                <w:b/>
                <w:noProof/>
                <w:szCs w:val="20"/>
              </w:rPr>
              <w:fldChar w:fldCharType="end"/>
            </w:r>
            <w:bookmarkEnd w:id="0"/>
            <w:r w:rsidRPr="00404764">
              <w:rPr>
                <w:b/>
                <w:noProof/>
                <w:szCs w:val="20"/>
              </w:rPr>
              <w:t xml:space="preserve"> </w:t>
            </w:r>
            <w:r w:rsidRPr="00404764">
              <w:rPr>
                <w:noProof/>
                <w:vanish/>
                <w:szCs w:val="20"/>
              </w:rPr>
              <w:t>(vyplnit pouze v případě, kdy se jedná o společnost)</w:t>
            </w:r>
          </w:p>
        </w:tc>
      </w:tr>
    </w:tbl>
    <w:p w14:paraId="07CAB69B" w14:textId="77777777" w:rsidR="00040DA0" w:rsidRPr="00404764" w:rsidRDefault="00040DA0" w:rsidP="007479E1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404764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404764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404764" w14:paraId="3225AE85" w14:textId="77777777" w:rsidTr="00D928D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Kontaktní osoba:</w:t>
            </w:r>
          </w:p>
        </w:tc>
        <w:tc>
          <w:tcPr>
            <w:tcW w:w="4264" w:type="dxa"/>
            <w:shd w:val="clear" w:color="auto" w:fill="auto"/>
          </w:tcPr>
          <w:p w14:paraId="09896ABE" w14:textId="05D6947F" w:rsidR="00D928D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[jméno, příjmení]</w:t>
            </w:r>
          </w:p>
          <w:p w14:paraId="332BF6C8" w14:textId="1BF10CEC" w:rsidR="0047754B" w:rsidRPr="00404764" w:rsidRDefault="00D928D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>[funkce, odborná správa]</w:t>
            </w:r>
          </w:p>
          <w:p w14:paraId="3306A4BC" w14:textId="3EE3DA63" w:rsidR="0047754B" w:rsidRPr="00404764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tel: </w:t>
            </w:r>
          </w:p>
          <w:p w14:paraId="4EF1ED33" w14:textId="2C6E55BD" w:rsidR="0047754B" w:rsidRPr="00404764" w:rsidRDefault="0047754B" w:rsidP="00D928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  <w:r w:rsidRPr="00404764">
              <w:rPr>
                <w:noProof/>
                <w:szCs w:val="20"/>
              </w:rPr>
              <w:t xml:space="preserve">e-mail: </w:t>
            </w:r>
          </w:p>
        </w:tc>
      </w:tr>
    </w:tbl>
    <w:p w14:paraId="6AA4FADB" w14:textId="77777777" w:rsidR="007479E1" w:rsidRPr="00404764" w:rsidRDefault="007479E1" w:rsidP="00040DA0">
      <w:pPr>
        <w:spacing w:after="0"/>
        <w:rPr>
          <w:noProof/>
          <w:sz w:val="20"/>
          <w:szCs w:val="20"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404764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Jméno a přijmení vystavitele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54C16F17" w14:textId="26807A48" w:rsidR="00040DA0" w:rsidRPr="00404764" w:rsidRDefault="00040DA0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Funkce</w:t>
            </w:r>
            <w:r w:rsidR="006A1B74" w:rsidRPr="00404764">
              <w:rPr>
                <w:b/>
                <w:noProof/>
                <w:szCs w:val="20"/>
              </w:rPr>
              <w:t>:</w:t>
            </w:r>
          </w:p>
        </w:tc>
        <w:tc>
          <w:tcPr>
            <w:tcW w:w="4264" w:type="dxa"/>
          </w:tcPr>
          <w:p w14:paraId="385D2027" w14:textId="0C3E33BB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  <w:tr w:rsidR="00040DA0" w:rsidRPr="00404764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404764" w:rsidRDefault="00040DA0" w:rsidP="004C037A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lastRenderedPageBreak/>
              <w:t>Podpis vystavitele</w:t>
            </w:r>
            <w:r w:rsidR="006A1B74" w:rsidRPr="00404764">
              <w:rPr>
                <w:b/>
                <w:noProof/>
                <w:szCs w:val="20"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404764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szCs w:val="20"/>
              </w:rPr>
            </w:pPr>
          </w:p>
        </w:tc>
      </w:tr>
    </w:tbl>
    <w:p w14:paraId="055BF7F3" w14:textId="44DBEC1B" w:rsidR="009F392E" w:rsidRDefault="009F392E" w:rsidP="00F0533E"/>
    <w:p w14:paraId="1F106ACD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</w:rPr>
      </w:pPr>
      <w:r w:rsidRPr="00404764">
        <w:rPr>
          <w:rFonts w:eastAsia="Times New Roman"/>
          <w:b/>
          <w:bCs/>
          <w:i/>
        </w:rPr>
        <w:t>Poznámka 1:</w:t>
      </w:r>
      <w:r w:rsidRPr="00404764">
        <w:rPr>
          <w:rFonts w:eastAsia="Times New Roman"/>
          <w:bCs/>
          <w:i/>
        </w:rPr>
        <w:t xml:space="preserve"> Osvědčení je za Správu železnic oprávněna potvrdit (podepsat) výhradně osoba, která za Správu železnic smlouvu, na </w:t>
      </w:r>
      <w:proofErr w:type="gramStart"/>
      <w:r w:rsidRPr="00404764">
        <w:rPr>
          <w:rFonts w:eastAsia="Times New Roman"/>
          <w:bCs/>
          <w:i/>
        </w:rPr>
        <w:t>základě</w:t>
      </w:r>
      <w:proofErr w:type="gramEnd"/>
      <w:r w:rsidRPr="00404764">
        <w:rPr>
          <w:rFonts w:eastAsia="Times New Roman"/>
          <w:bCs/>
          <w:i/>
        </w:rPr>
        <w:t xml:space="preserve">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14:paraId="53DDFC55" w14:textId="77777777" w:rsidR="00D928DB" w:rsidRPr="00404764" w:rsidRDefault="00D928DB" w:rsidP="00D928DB">
      <w:pPr>
        <w:keepNext/>
        <w:spacing w:after="60"/>
        <w:jc w:val="both"/>
        <w:outlineLvl w:val="3"/>
        <w:rPr>
          <w:rFonts w:eastAsia="Times New Roman"/>
          <w:bCs/>
          <w:i/>
          <w:color w:val="FF0000"/>
        </w:rPr>
      </w:pPr>
      <w:r w:rsidRPr="00404764">
        <w:rPr>
          <w:rFonts w:eastAsia="Times New Roman"/>
          <w:b/>
          <w:bCs/>
          <w:i/>
        </w:rPr>
        <w:t>Poznámka 2:</w:t>
      </w:r>
      <w:r w:rsidRPr="00404764">
        <w:rPr>
          <w:rFonts w:eastAsia="Times New Roman"/>
          <w:bCs/>
          <w:i/>
        </w:rPr>
        <w:t xml:space="preserve"> Osvědčení Správy železnic o řádném poskytnutí a dokončení stavebních prací je vyhotovováno výhradně v jednom znění platném pro všechny zhotovitele/společníky/poddodavatele. Tzn. Osvědčení se nevyhotovuje pro každého ze zhotovitelů/společníků/poddodavatelů zvlášť.</w:t>
      </w:r>
    </w:p>
    <w:p w14:paraId="06263C1F" w14:textId="77777777" w:rsidR="00D928DB" w:rsidRDefault="00D928DB" w:rsidP="00D928DB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404764">
        <w:rPr>
          <w:rFonts w:eastAsia="Times New Roman"/>
          <w:b/>
          <w:bCs/>
          <w:i/>
        </w:rPr>
        <w:t>Poznámka 3:</w:t>
      </w:r>
      <w:r w:rsidRPr="00404764">
        <w:rPr>
          <w:rFonts w:eastAsia="Times New Roman"/>
          <w:bCs/>
          <w:i/>
        </w:rPr>
        <w:t xml:space="preserve"> Všechny částky v Kč se uvedou v hodnotě bez DPH</w:t>
      </w:r>
      <w:r w:rsidRPr="00A24674">
        <w:rPr>
          <w:rFonts w:ascii="Verdana" w:eastAsia="Times New Roman" w:hAnsi="Verdana"/>
          <w:bCs/>
          <w:i/>
        </w:rPr>
        <w:t>.</w:t>
      </w:r>
    </w:p>
    <w:p w14:paraId="73F3F6FD" w14:textId="2073E436" w:rsidR="00731654" w:rsidRPr="00276C0B" w:rsidRDefault="00731654" w:rsidP="00A752FC">
      <w:pPr>
        <w:spacing w:after="60"/>
        <w:jc w:val="both"/>
        <w:outlineLvl w:val="3"/>
        <w:rPr>
          <w:bCs/>
          <w:i/>
        </w:rPr>
      </w:pPr>
      <w:r w:rsidRPr="009D5026">
        <w:rPr>
          <w:b/>
          <w:bCs/>
          <w:i/>
        </w:rPr>
        <w:t>Poznámka 4:</w:t>
      </w:r>
      <w:r>
        <w:rPr>
          <w:bCs/>
          <w:i/>
        </w:rPr>
        <w:t xml:space="preserve"> V případě, že se na realizaci uvedených prací podílelo vícero společníků, jednotlivé údaje se vyplní pro každého společníka zvlášť. V případě, že zhotovitel realizoval předmět zakázky samostatně</w:t>
      </w:r>
      <w:r w:rsidR="003F13AA">
        <w:rPr>
          <w:bCs/>
          <w:i/>
        </w:rPr>
        <w:t xml:space="preserve"> pole zůstane </w:t>
      </w:r>
      <w:r w:rsidR="00B94D18">
        <w:rPr>
          <w:bCs/>
          <w:i/>
        </w:rPr>
        <w:t>prázdné</w:t>
      </w:r>
      <w:r>
        <w:rPr>
          <w:bCs/>
          <w:i/>
        </w:rPr>
        <w:t xml:space="preserve">. </w:t>
      </w:r>
    </w:p>
    <w:p w14:paraId="43FD9582" w14:textId="77777777" w:rsidR="00D928DB" w:rsidRPr="00F0533E" w:rsidRDefault="00D928DB" w:rsidP="00B94D18"/>
    <w:sectPr w:rsidR="00D928DB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ECD3D" w14:textId="77777777" w:rsidR="00300A53" w:rsidRDefault="00300A53" w:rsidP="00962258">
      <w:pPr>
        <w:spacing w:after="0" w:line="240" w:lineRule="auto"/>
      </w:pPr>
      <w:r>
        <w:separator/>
      </w:r>
    </w:p>
  </w:endnote>
  <w:endnote w:type="continuationSeparator" w:id="0">
    <w:p w14:paraId="552B15DF" w14:textId="77777777" w:rsidR="00300A53" w:rsidRDefault="00300A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50978AD8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3BCF8EA8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493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55D09" w14:textId="77777777" w:rsidR="00300A53" w:rsidRDefault="00300A53" w:rsidP="00962258">
      <w:pPr>
        <w:spacing w:after="0" w:line="240" w:lineRule="auto"/>
      </w:pPr>
      <w:r>
        <w:separator/>
      </w:r>
    </w:p>
  </w:footnote>
  <w:footnote w:type="continuationSeparator" w:id="0">
    <w:p w14:paraId="364C0B22" w14:textId="77777777" w:rsidR="00300A53" w:rsidRDefault="00300A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70259069">
    <w:abstractNumId w:val="2"/>
  </w:num>
  <w:num w:numId="2" w16cid:durableId="1083071399">
    <w:abstractNumId w:val="1"/>
  </w:num>
  <w:num w:numId="3" w16cid:durableId="89620594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05928398">
    <w:abstractNumId w:val="7"/>
  </w:num>
  <w:num w:numId="5" w16cid:durableId="1078403465">
    <w:abstractNumId w:val="3"/>
  </w:num>
  <w:num w:numId="6" w16cid:durableId="684088392">
    <w:abstractNumId w:val="4"/>
  </w:num>
  <w:num w:numId="7" w16cid:durableId="428621140">
    <w:abstractNumId w:val="0"/>
  </w:num>
  <w:num w:numId="8" w16cid:durableId="2102069764">
    <w:abstractNumId w:val="5"/>
  </w:num>
  <w:num w:numId="9" w16cid:durableId="29734558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02844501">
    <w:abstractNumId w:val="4"/>
  </w:num>
  <w:num w:numId="11" w16cid:durableId="2091611874">
    <w:abstractNumId w:val="1"/>
  </w:num>
  <w:num w:numId="12" w16cid:durableId="1565793628">
    <w:abstractNumId w:val="4"/>
  </w:num>
  <w:num w:numId="13" w16cid:durableId="1464737518">
    <w:abstractNumId w:val="4"/>
  </w:num>
  <w:num w:numId="14" w16cid:durableId="1760369123">
    <w:abstractNumId w:val="4"/>
  </w:num>
  <w:num w:numId="15" w16cid:durableId="185096803">
    <w:abstractNumId w:val="4"/>
  </w:num>
  <w:num w:numId="16" w16cid:durableId="722675135">
    <w:abstractNumId w:val="8"/>
  </w:num>
  <w:num w:numId="17" w16cid:durableId="2062513378">
    <w:abstractNumId w:val="2"/>
  </w:num>
  <w:num w:numId="18" w16cid:durableId="318385746">
    <w:abstractNumId w:val="8"/>
  </w:num>
  <w:num w:numId="19" w16cid:durableId="2097439596">
    <w:abstractNumId w:val="8"/>
  </w:num>
  <w:num w:numId="20" w16cid:durableId="1782531655">
    <w:abstractNumId w:val="8"/>
  </w:num>
  <w:num w:numId="21" w16cid:durableId="1699425438">
    <w:abstractNumId w:val="8"/>
  </w:num>
  <w:num w:numId="22" w16cid:durableId="922762639">
    <w:abstractNumId w:val="4"/>
  </w:num>
  <w:num w:numId="23" w16cid:durableId="1287741023">
    <w:abstractNumId w:val="1"/>
  </w:num>
  <w:num w:numId="24" w16cid:durableId="290091250">
    <w:abstractNumId w:val="4"/>
  </w:num>
  <w:num w:numId="25" w16cid:durableId="211577251">
    <w:abstractNumId w:val="4"/>
  </w:num>
  <w:num w:numId="26" w16cid:durableId="833230523">
    <w:abstractNumId w:val="4"/>
  </w:num>
  <w:num w:numId="27" w16cid:durableId="939262857">
    <w:abstractNumId w:val="4"/>
  </w:num>
  <w:num w:numId="28" w16cid:durableId="16664336">
    <w:abstractNumId w:val="8"/>
  </w:num>
  <w:num w:numId="29" w16cid:durableId="547106163">
    <w:abstractNumId w:val="2"/>
  </w:num>
  <w:num w:numId="30" w16cid:durableId="763576763">
    <w:abstractNumId w:val="8"/>
  </w:num>
  <w:num w:numId="31" w16cid:durableId="1044792795">
    <w:abstractNumId w:val="8"/>
  </w:num>
  <w:num w:numId="32" w16cid:durableId="82192598">
    <w:abstractNumId w:val="8"/>
  </w:num>
  <w:num w:numId="33" w16cid:durableId="94446465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268"/>
    <w:rsid w:val="00040DA0"/>
    <w:rsid w:val="00072C1E"/>
    <w:rsid w:val="00083680"/>
    <w:rsid w:val="000A1309"/>
    <w:rsid w:val="000E23A7"/>
    <w:rsid w:val="000F68A1"/>
    <w:rsid w:val="000F725B"/>
    <w:rsid w:val="0010693F"/>
    <w:rsid w:val="00114472"/>
    <w:rsid w:val="00126EA7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86008"/>
    <w:rsid w:val="002C31BF"/>
    <w:rsid w:val="002D0272"/>
    <w:rsid w:val="002D08B1"/>
    <w:rsid w:val="002D4A27"/>
    <w:rsid w:val="002E0CD7"/>
    <w:rsid w:val="002F5828"/>
    <w:rsid w:val="00300A53"/>
    <w:rsid w:val="00326018"/>
    <w:rsid w:val="00341DCF"/>
    <w:rsid w:val="00357BC6"/>
    <w:rsid w:val="00374EB1"/>
    <w:rsid w:val="003956C6"/>
    <w:rsid w:val="003F13AA"/>
    <w:rsid w:val="00404764"/>
    <w:rsid w:val="004265C0"/>
    <w:rsid w:val="00431832"/>
    <w:rsid w:val="00441430"/>
    <w:rsid w:val="00445914"/>
    <w:rsid w:val="00450F07"/>
    <w:rsid w:val="00453CD3"/>
    <w:rsid w:val="0045713F"/>
    <w:rsid w:val="00460660"/>
    <w:rsid w:val="0047754B"/>
    <w:rsid w:val="00486107"/>
    <w:rsid w:val="00486807"/>
    <w:rsid w:val="00491827"/>
    <w:rsid w:val="00497278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13958"/>
    <w:rsid w:val="00523EA7"/>
    <w:rsid w:val="0055056C"/>
    <w:rsid w:val="00553375"/>
    <w:rsid w:val="00557C28"/>
    <w:rsid w:val="005736B7"/>
    <w:rsid w:val="00575E5A"/>
    <w:rsid w:val="005E0D8E"/>
    <w:rsid w:val="005F1404"/>
    <w:rsid w:val="0061068E"/>
    <w:rsid w:val="00660AD3"/>
    <w:rsid w:val="00676D0E"/>
    <w:rsid w:val="00677B7F"/>
    <w:rsid w:val="0068425D"/>
    <w:rsid w:val="006A1B74"/>
    <w:rsid w:val="006A308C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1654"/>
    <w:rsid w:val="00735D4B"/>
    <w:rsid w:val="00743525"/>
    <w:rsid w:val="007479E1"/>
    <w:rsid w:val="0076286B"/>
    <w:rsid w:val="00766846"/>
    <w:rsid w:val="0077673A"/>
    <w:rsid w:val="007846E1"/>
    <w:rsid w:val="007A093D"/>
    <w:rsid w:val="007A440A"/>
    <w:rsid w:val="007B570C"/>
    <w:rsid w:val="007C589B"/>
    <w:rsid w:val="007D7EE3"/>
    <w:rsid w:val="007E4A6E"/>
    <w:rsid w:val="007E7B81"/>
    <w:rsid w:val="007F56A7"/>
    <w:rsid w:val="007F58B8"/>
    <w:rsid w:val="00807DD0"/>
    <w:rsid w:val="00835CCE"/>
    <w:rsid w:val="008659F3"/>
    <w:rsid w:val="00886D4B"/>
    <w:rsid w:val="00895406"/>
    <w:rsid w:val="008A3568"/>
    <w:rsid w:val="008A78C3"/>
    <w:rsid w:val="008D03B9"/>
    <w:rsid w:val="008E2634"/>
    <w:rsid w:val="008E3DB5"/>
    <w:rsid w:val="008F18D6"/>
    <w:rsid w:val="008F5CEA"/>
    <w:rsid w:val="00904780"/>
    <w:rsid w:val="00921E6B"/>
    <w:rsid w:val="00921EC3"/>
    <w:rsid w:val="00922385"/>
    <w:rsid w:val="009223DF"/>
    <w:rsid w:val="00923DE9"/>
    <w:rsid w:val="00936091"/>
    <w:rsid w:val="00940D8A"/>
    <w:rsid w:val="00962258"/>
    <w:rsid w:val="009678B7"/>
    <w:rsid w:val="0097493C"/>
    <w:rsid w:val="009833E1"/>
    <w:rsid w:val="00992D9C"/>
    <w:rsid w:val="00996CB8"/>
    <w:rsid w:val="009B14A9"/>
    <w:rsid w:val="009B2E97"/>
    <w:rsid w:val="009C2804"/>
    <w:rsid w:val="009E07F4"/>
    <w:rsid w:val="009F392E"/>
    <w:rsid w:val="00A21FCC"/>
    <w:rsid w:val="00A27C19"/>
    <w:rsid w:val="00A525D8"/>
    <w:rsid w:val="00A543C7"/>
    <w:rsid w:val="00A6177B"/>
    <w:rsid w:val="00A66136"/>
    <w:rsid w:val="00A752FC"/>
    <w:rsid w:val="00A758CB"/>
    <w:rsid w:val="00AA4CBB"/>
    <w:rsid w:val="00AA65FA"/>
    <w:rsid w:val="00AA7351"/>
    <w:rsid w:val="00AC4146"/>
    <w:rsid w:val="00AD056F"/>
    <w:rsid w:val="00AD6731"/>
    <w:rsid w:val="00AE7A9E"/>
    <w:rsid w:val="00AF02D9"/>
    <w:rsid w:val="00AF1ECD"/>
    <w:rsid w:val="00B131B5"/>
    <w:rsid w:val="00B15D0D"/>
    <w:rsid w:val="00B4758B"/>
    <w:rsid w:val="00B75EE1"/>
    <w:rsid w:val="00B77481"/>
    <w:rsid w:val="00B81949"/>
    <w:rsid w:val="00B8518B"/>
    <w:rsid w:val="00B94D18"/>
    <w:rsid w:val="00BD7E91"/>
    <w:rsid w:val="00BE7FD7"/>
    <w:rsid w:val="00C02D0A"/>
    <w:rsid w:val="00C03A6E"/>
    <w:rsid w:val="00C324AC"/>
    <w:rsid w:val="00C44F6A"/>
    <w:rsid w:val="00C47AE3"/>
    <w:rsid w:val="00C73268"/>
    <w:rsid w:val="00C770DD"/>
    <w:rsid w:val="00C92A97"/>
    <w:rsid w:val="00CD1FC4"/>
    <w:rsid w:val="00D21061"/>
    <w:rsid w:val="00D4108E"/>
    <w:rsid w:val="00D6163D"/>
    <w:rsid w:val="00D73D46"/>
    <w:rsid w:val="00D831A3"/>
    <w:rsid w:val="00D928DB"/>
    <w:rsid w:val="00DC75F3"/>
    <w:rsid w:val="00DD46F3"/>
    <w:rsid w:val="00DE56F2"/>
    <w:rsid w:val="00DF116D"/>
    <w:rsid w:val="00E36C4A"/>
    <w:rsid w:val="00E5695C"/>
    <w:rsid w:val="00E62F4E"/>
    <w:rsid w:val="00EB104F"/>
    <w:rsid w:val="00EC27A9"/>
    <w:rsid w:val="00ED14BD"/>
    <w:rsid w:val="00F0533E"/>
    <w:rsid w:val="00F06762"/>
    <w:rsid w:val="00F1048D"/>
    <w:rsid w:val="00F11C1A"/>
    <w:rsid w:val="00F12DEC"/>
    <w:rsid w:val="00F1715C"/>
    <w:rsid w:val="00F310F8"/>
    <w:rsid w:val="00F35939"/>
    <w:rsid w:val="00F447C7"/>
    <w:rsid w:val="00F45607"/>
    <w:rsid w:val="00F5558F"/>
    <w:rsid w:val="00F659EB"/>
    <w:rsid w:val="00F85001"/>
    <w:rsid w:val="00F86BA6"/>
    <w:rsid w:val="00FA1333"/>
    <w:rsid w:val="00FC6389"/>
    <w:rsid w:val="00FD3923"/>
    <w:rsid w:val="00FF2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AC4146"/>
    <w:pPr>
      <w:spacing w:after="0" w:line="240" w:lineRule="auto"/>
    </w:pPr>
    <w:rPr>
      <w:sz w:val="20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E7A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kupR\Document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/>
</file>

<file path=customXml/itemProps2.xml><?xml version="1.0" encoding="utf-8"?>
<ds:datastoreItem xmlns:ds="http://schemas.openxmlformats.org/officeDocument/2006/customXml" ds:itemID="{2DAB2258-1D6B-4349-80DE-EE8C5F0AF12E}"/>
</file>

<file path=customXml/itemProps3.xml><?xml version="1.0" encoding="utf-8"?>
<ds:datastoreItem xmlns:ds="http://schemas.openxmlformats.org/officeDocument/2006/customXml" ds:itemID="{93DAC39B-A53B-4F8A-A56E-73D5C979137A}"/>
</file>

<file path=customXml/itemProps4.xml><?xml version="1.0" encoding="utf-8"?>
<ds:datastoreItem xmlns:ds="http://schemas.openxmlformats.org/officeDocument/2006/customXml" ds:itemID="{82C103C5-8CC3-451F-8016-ABF2E86B2DFF}"/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84</TotalTime>
  <Pages>4</Pages>
  <Words>956</Words>
  <Characters>5646</Characters>
  <Application>Microsoft Office Word</Application>
  <DocSecurity>0</DocSecurity>
  <Lines>47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Farniková Veronika, Mgr. Bc.</cp:lastModifiedBy>
  <cp:revision>26</cp:revision>
  <cp:lastPrinted>2022-03-23T11:11:00Z</cp:lastPrinted>
  <dcterms:created xsi:type="dcterms:W3CDTF">2023-04-17T12:23:00Z</dcterms:created>
  <dcterms:modified xsi:type="dcterms:W3CDTF">2023-04-24T12:16:00Z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